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008D0" w14:paraId="1581483E" w14:textId="77777777" w:rsidTr="00050DA7">
        <w:tc>
          <w:tcPr>
            <w:tcW w:w="4428" w:type="dxa"/>
          </w:tcPr>
          <w:p w14:paraId="41DDE369" w14:textId="579774F4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AC1F4D">
              <w:t>ARM Committee</w:t>
            </w:r>
          </w:p>
        </w:tc>
        <w:tc>
          <w:tcPr>
            <w:tcW w:w="5461" w:type="dxa"/>
          </w:tcPr>
          <w:p w14:paraId="48EA08F0" w14:textId="5D9A40F3" w:rsidR="007D5655" w:rsidRDefault="007D5655" w:rsidP="008F4DC3">
            <w:pPr>
              <w:jc w:val="right"/>
            </w:pPr>
            <w:r>
              <w:t>VTS58-7.2.2</w:t>
            </w:r>
          </w:p>
          <w:p w14:paraId="60F68C80" w14:textId="6EE65C7A" w:rsidR="004C2324" w:rsidRPr="004008D0" w:rsidRDefault="007D5655" w:rsidP="008F4DC3">
            <w:pPr>
              <w:jc w:val="right"/>
            </w:pPr>
            <w:r>
              <w:t>(</w:t>
            </w:r>
            <w:r w:rsidR="004C2324" w:rsidRPr="004008D0">
              <w:t>ARM</w:t>
            </w:r>
            <w:r w:rsidR="004008D0" w:rsidRPr="004008D0">
              <w:t>20-11.2.</w:t>
            </w:r>
            <w:r w:rsidR="007E6971">
              <w:t>9</w:t>
            </w:r>
            <w:r>
              <w:t>)</w:t>
            </w:r>
          </w:p>
          <w:p w14:paraId="7869FFA5" w14:textId="4620AA0A" w:rsidR="000348ED" w:rsidRPr="004008D0" w:rsidRDefault="000348ED" w:rsidP="008F4DC3">
            <w:pPr>
              <w:jc w:val="right"/>
            </w:pPr>
          </w:p>
        </w:tc>
      </w:tr>
      <w:tr w:rsidR="000348ED" w:rsidRPr="004008D0" w14:paraId="3BCC8CC0" w14:textId="77777777" w:rsidTr="00050DA7">
        <w:tc>
          <w:tcPr>
            <w:tcW w:w="4428" w:type="dxa"/>
          </w:tcPr>
          <w:p w14:paraId="1BBD2A33" w14:textId="37984434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2D0F52">
              <w:t>VTS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4308986E" w14:textId="0B803D5A" w:rsidR="000348ED" w:rsidRPr="004008D0" w:rsidRDefault="00D171F6" w:rsidP="008F4DC3">
            <w:pPr>
              <w:jc w:val="right"/>
            </w:pPr>
            <w:r>
              <w:t>29</w:t>
            </w:r>
            <w:r w:rsidR="00AC1F4D" w:rsidRPr="004008D0">
              <w:t xml:space="preserve"> April 2025</w:t>
            </w:r>
          </w:p>
        </w:tc>
      </w:tr>
    </w:tbl>
    <w:p w14:paraId="314084F5" w14:textId="77777777" w:rsidR="000348ED" w:rsidRPr="00AA2626" w:rsidRDefault="00AA2626" w:rsidP="002B0236">
      <w:pPr>
        <w:pStyle w:val="Title"/>
      </w:pPr>
      <w:r>
        <w:t>LIAISON NOTE</w:t>
      </w:r>
    </w:p>
    <w:p w14:paraId="1339715D" w14:textId="566CD01F" w:rsidR="000348ED" w:rsidRPr="00AA2626" w:rsidRDefault="00CC2D1D" w:rsidP="002B0236">
      <w:pPr>
        <w:pStyle w:val="Title"/>
      </w:pPr>
      <w:r>
        <w:t>R</w:t>
      </w:r>
      <w:r w:rsidRPr="00CC2D1D">
        <w:t xml:space="preserve">evision of Guideline G1185 Enhancing the safety and </w:t>
      </w:r>
      <w:r>
        <w:br/>
      </w:r>
      <w:r w:rsidRPr="00CC2D1D">
        <w:t xml:space="preserve">efficiency of navigation around OREI </w:t>
      </w:r>
    </w:p>
    <w:p w14:paraId="1DBEC5C5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BC5965E" w14:textId="45258257" w:rsidR="00AC1F4D" w:rsidRPr="00AA2626" w:rsidRDefault="005F16CE" w:rsidP="0009713A">
      <w:pPr>
        <w:pStyle w:val="BodyText"/>
      </w:pPr>
      <w:r>
        <w:t>T</w:t>
      </w:r>
      <w:r w:rsidR="00310ADE" w:rsidRPr="00310ADE">
        <w:t xml:space="preserve">he </w:t>
      </w:r>
      <w:r w:rsidR="00393CF5">
        <w:t>c</w:t>
      </w:r>
      <w:r w:rsidR="00310ADE" w:rsidRPr="00310ADE">
        <w:t xml:space="preserve">hairs and participants of the ARM Committee held a meeting </w:t>
      </w:r>
      <w:r w:rsidR="00A569A3">
        <w:t xml:space="preserve">at ARM20 </w:t>
      </w:r>
      <w:r w:rsidR="00310ADE" w:rsidRPr="00310ADE">
        <w:t>with the Chair of the VTS Committee to discuss a liaison note forwarded from the VTS57 meeting (ARM20-7.7.5) regarding the proposed revision of Guideline G1185</w:t>
      </w:r>
      <w:r w:rsidR="0009713A">
        <w:t xml:space="preserve"> Enhancing the safety and efficiency of navigation around OREI</w:t>
      </w:r>
      <w:r w:rsidR="00393CF5">
        <w:t>.</w:t>
      </w:r>
    </w:p>
    <w:p w14:paraId="6A9C1F19" w14:textId="2584DF63" w:rsidR="00902AA4" w:rsidRDefault="009028B1" w:rsidP="002B0236">
      <w:pPr>
        <w:pStyle w:val="Heading1"/>
      </w:pPr>
      <w:r>
        <w:t>DISCUSSION</w:t>
      </w:r>
    </w:p>
    <w:p w14:paraId="09C43D65" w14:textId="2163CCAE" w:rsidR="00F32E15" w:rsidRDefault="005F16CE" w:rsidP="005F16CE">
      <w:pPr>
        <w:pStyle w:val="BodyText"/>
      </w:pPr>
      <w:r>
        <w:t xml:space="preserve">AT ARM20 small changes were made to Guideline G1185, including a minor revision to the document title. The ARM Committee requests that the VTS Committee review the attached </w:t>
      </w:r>
      <w:r w:rsidR="005A5D82">
        <w:t>revision</w:t>
      </w:r>
      <w:r w:rsidR="00013266">
        <w:t xml:space="preserve"> (ARM20-11.</w:t>
      </w:r>
      <w:r w:rsidR="001E141C">
        <w:t>2.9.1)</w:t>
      </w:r>
      <w:r>
        <w:t xml:space="preserve"> and provide any </w:t>
      </w:r>
      <w:r w:rsidR="001E141C">
        <w:t>further</w:t>
      </w:r>
      <w:r>
        <w:t xml:space="preserve"> comments or suggestions. The aim is to finali</w:t>
      </w:r>
      <w:r w:rsidR="009C69B6">
        <w:t>z</w:t>
      </w:r>
      <w:r>
        <w:t>e the revised Guideline and submit it to Council following ARM21.</w:t>
      </w:r>
    </w:p>
    <w:p w14:paraId="297E773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1269B35C" w14:textId="77777777" w:rsidR="00BD1850" w:rsidRPr="00BD1850" w:rsidRDefault="00BD1850" w:rsidP="00526766">
      <w:pPr>
        <w:pStyle w:val="BodyText"/>
      </w:pPr>
      <w:r w:rsidRPr="00BD1850">
        <w:t>The VTS Committee is requested to:</w:t>
      </w:r>
    </w:p>
    <w:p w14:paraId="66420100" w14:textId="2997C305" w:rsidR="00DF7521" w:rsidRDefault="00DF7521" w:rsidP="00B714F0">
      <w:pPr>
        <w:pStyle w:val="BodyText"/>
        <w:numPr>
          <w:ilvl w:val="0"/>
          <w:numId w:val="27"/>
        </w:numPr>
      </w:pPr>
      <w:r>
        <w:t xml:space="preserve">Review the attached </w:t>
      </w:r>
      <w:r w:rsidR="00B714F0">
        <w:t>revised</w:t>
      </w:r>
      <w:r>
        <w:t xml:space="preserve"> </w:t>
      </w:r>
      <w:r w:rsidR="00B714F0">
        <w:t>G</w:t>
      </w:r>
      <w:r>
        <w:t>uideline</w:t>
      </w:r>
      <w:r w:rsidR="00B714F0">
        <w:t xml:space="preserve"> G1185 Enhancing the safety and efficiency of navigation around OREI</w:t>
      </w:r>
      <w:r w:rsidR="005953B4">
        <w:t xml:space="preserve"> (ARM20-11.2.9.1).</w:t>
      </w:r>
    </w:p>
    <w:p w14:paraId="6F4C21FD" w14:textId="2356356E" w:rsidR="00724A4A" w:rsidRPr="00DF7521" w:rsidRDefault="00DF7521" w:rsidP="00DF7521">
      <w:pPr>
        <w:pStyle w:val="BodyText"/>
        <w:numPr>
          <w:ilvl w:val="0"/>
          <w:numId w:val="27"/>
        </w:numPr>
      </w:pPr>
      <w:r>
        <w:t>Provide feedback to ARM21 with a view to finalizing the document</w:t>
      </w:r>
      <w:r w:rsidR="005953B4">
        <w:t>.</w:t>
      </w:r>
    </w:p>
    <w:p w14:paraId="58F92B75" w14:textId="77777777" w:rsidR="00897004" w:rsidRPr="00897004" w:rsidRDefault="00897004" w:rsidP="00C678EB">
      <w:pPr>
        <w:pStyle w:val="List1"/>
        <w:numPr>
          <w:ilvl w:val="0"/>
          <w:numId w:val="0"/>
        </w:numPr>
        <w:rPr>
          <w:lang w:val="en-GB"/>
        </w:rPr>
      </w:pPr>
    </w:p>
    <w:sectPr w:rsidR="00897004" w:rsidRPr="00897004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4F672" w14:textId="77777777" w:rsidR="00D01892" w:rsidRDefault="00D01892" w:rsidP="002B0236">
      <w:r>
        <w:separator/>
      </w:r>
    </w:p>
  </w:endnote>
  <w:endnote w:type="continuationSeparator" w:id="0">
    <w:p w14:paraId="6E8006AD" w14:textId="77777777" w:rsidR="00D01892" w:rsidRDefault="00D0189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E69D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66E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A0472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737A1" w14:textId="77777777" w:rsidR="00D01892" w:rsidRDefault="00D01892" w:rsidP="002B0236">
      <w:r>
        <w:separator/>
      </w:r>
    </w:p>
  </w:footnote>
  <w:footnote w:type="continuationSeparator" w:id="0">
    <w:p w14:paraId="461C490F" w14:textId="77777777" w:rsidR="00D01892" w:rsidRDefault="00D0189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5EA29" w14:textId="39A4A307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A4E1" w14:textId="09E5EDF7" w:rsidR="008E7A45" w:rsidRDefault="007E005C" w:rsidP="002B0236">
    <w:pPr>
      <w:pStyle w:val="Header"/>
    </w:pPr>
    <w:r>
      <w:rPr>
        <w:noProof/>
      </w:rPr>
      <w:drawing>
        <wp:inline distT="0" distB="0" distL="0" distR="0" wp14:anchorId="30661779" wp14:editId="27768C02">
          <wp:extent cx="853440" cy="8153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4BE8" w14:textId="6B8A748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AA23A1"/>
    <w:multiLevelType w:val="hybridMultilevel"/>
    <w:tmpl w:val="4588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A92AAE"/>
    <w:multiLevelType w:val="hybridMultilevel"/>
    <w:tmpl w:val="970C3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C277AE7"/>
    <w:multiLevelType w:val="hybridMultilevel"/>
    <w:tmpl w:val="6BC6F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664BB"/>
    <w:multiLevelType w:val="multilevel"/>
    <w:tmpl w:val="2BCA5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85440835">
    <w:abstractNumId w:val="10"/>
  </w:num>
  <w:num w:numId="2" w16cid:durableId="929503006">
    <w:abstractNumId w:val="17"/>
  </w:num>
  <w:num w:numId="3" w16cid:durableId="1771195857">
    <w:abstractNumId w:val="10"/>
  </w:num>
  <w:num w:numId="4" w16cid:durableId="666516922">
    <w:abstractNumId w:val="10"/>
  </w:num>
  <w:num w:numId="5" w16cid:durableId="17053266">
    <w:abstractNumId w:val="5"/>
  </w:num>
  <w:num w:numId="6" w16cid:durableId="398555423">
    <w:abstractNumId w:val="12"/>
  </w:num>
  <w:num w:numId="7" w16cid:durableId="100297392">
    <w:abstractNumId w:val="8"/>
  </w:num>
  <w:num w:numId="8" w16cid:durableId="1759906585">
    <w:abstractNumId w:val="0"/>
  </w:num>
  <w:num w:numId="9" w16cid:durableId="1410157504">
    <w:abstractNumId w:val="4"/>
  </w:num>
  <w:num w:numId="10" w16cid:durableId="107820598">
    <w:abstractNumId w:val="13"/>
  </w:num>
  <w:num w:numId="11" w16cid:durableId="1731880335">
    <w:abstractNumId w:val="2"/>
  </w:num>
  <w:num w:numId="12" w16cid:durableId="872697241">
    <w:abstractNumId w:val="2"/>
  </w:num>
  <w:num w:numId="13" w16cid:durableId="715668130">
    <w:abstractNumId w:val="2"/>
  </w:num>
  <w:num w:numId="14" w16cid:durableId="728575183">
    <w:abstractNumId w:val="2"/>
  </w:num>
  <w:num w:numId="15" w16cid:durableId="296449907">
    <w:abstractNumId w:val="2"/>
  </w:num>
  <w:num w:numId="16" w16cid:durableId="1625040821">
    <w:abstractNumId w:val="6"/>
  </w:num>
  <w:num w:numId="17" w16cid:durableId="996373660">
    <w:abstractNumId w:val="16"/>
  </w:num>
  <w:num w:numId="18" w16cid:durableId="833421314">
    <w:abstractNumId w:val="3"/>
  </w:num>
  <w:num w:numId="19" w16cid:durableId="291249847">
    <w:abstractNumId w:val="14"/>
  </w:num>
  <w:num w:numId="20" w16cid:durableId="1391420416">
    <w:abstractNumId w:val="9"/>
  </w:num>
  <w:num w:numId="21" w16cid:durableId="896746978">
    <w:abstractNumId w:val="6"/>
  </w:num>
  <w:num w:numId="22" w16cid:durableId="1139498109">
    <w:abstractNumId w:val="6"/>
  </w:num>
  <w:num w:numId="23" w16cid:durableId="20735774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3256751">
    <w:abstractNumId w:val="7"/>
  </w:num>
  <w:num w:numId="25" w16cid:durableId="445544412">
    <w:abstractNumId w:val="1"/>
  </w:num>
  <w:num w:numId="26" w16cid:durableId="1648433843">
    <w:abstractNumId w:val="15"/>
  </w:num>
  <w:num w:numId="27" w16cid:durableId="15543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13266"/>
    <w:rsid w:val="00025725"/>
    <w:rsid w:val="000272EF"/>
    <w:rsid w:val="00031A92"/>
    <w:rsid w:val="000348ED"/>
    <w:rsid w:val="00036801"/>
    <w:rsid w:val="00050DA7"/>
    <w:rsid w:val="00070608"/>
    <w:rsid w:val="0007567C"/>
    <w:rsid w:val="0009713A"/>
    <w:rsid w:val="000A5A01"/>
    <w:rsid w:val="000B5B0C"/>
    <w:rsid w:val="000C5912"/>
    <w:rsid w:val="00102704"/>
    <w:rsid w:val="00133078"/>
    <w:rsid w:val="00135447"/>
    <w:rsid w:val="00152273"/>
    <w:rsid w:val="001A654A"/>
    <w:rsid w:val="001C74CF"/>
    <w:rsid w:val="001D183F"/>
    <w:rsid w:val="001E141C"/>
    <w:rsid w:val="002279AC"/>
    <w:rsid w:val="002408EB"/>
    <w:rsid w:val="00243F48"/>
    <w:rsid w:val="0025524C"/>
    <w:rsid w:val="002B0236"/>
    <w:rsid w:val="002C200C"/>
    <w:rsid w:val="002D0F52"/>
    <w:rsid w:val="003079F1"/>
    <w:rsid w:val="00310ADE"/>
    <w:rsid w:val="00314EB7"/>
    <w:rsid w:val="00360017"/>
    <w:rsid w:val="003745CB"/>
    <w:rsid w:val="00393CF5"/>
    <w:rsid w:val="003C13CD"/>
    <w:rsid w:val="003C5715"/>
    <w:rsid w:val="003D55DD"/>
    <w:rsid w:val="003E1831"/>
    <w:rsid w:val="004008D0"/>
    <w:rsid w:val="00424954"/>
    <w:rsid w:val="00440E15"/>
    <w:rsid w:val="00477A91"/>
    <w:rsid w:val="004968FA"/>
    <w:rsid w:val="004B216A"/>
    <w:rsid w:val="004B7DEA"/>
    <w:rsid w:val="004C1386"/>
    <w:rsid w:val="004C220D"/>
    <w:rsid w:val="004C2324"/>
    <w:rsid w:val="00507692"/>
    <w:rsid w:val="00526766"/>
    <w:rsid w:val="00546E4B"/>
    <w:rsid w:val="00581FB6"/>
    <w:rsid w:val="0058239B"/>
    <w:rsid w:val="005953B4"/>
    <w:rsid w:val="005A5D82"/>
    <w:rsid w:val="005D05AC"/>
    <w:rsid w:val="005F16CE"/>
    <w:rsid w:val="00622F70"/>
    <w:rsid w:val="006309A0"/>
    <w:rsid w:val="00630F7F"/>
    <w:rsid w:val="0064435F"/>
    <w:rsid w:val="00646720"/>
    <w:rsid w:val="00651409"/>
    <w:rsid w:val="0066517C"/>
    <w:rsid w:val="006B5BA5"/>
    <w:rsid w:val="006D420E"/>
    <w:rsid w:val="006D470F"/>
    <w:rsid w:val="00724A4A"/>
    <w:rsid w:val="00727E88"/>
    <w:rsid w:val="00743232"/>
    <w:rsid w:val="007449ED"/>
    <w:rsid w:val="00775878"/>
    <w:rsid w:val="00797EDB"/>
    <w:rsid w:val="007C1925"/>
    <w:rsid w:val="007C467C"/>
    <w:rsid w:val="007D5655"/>
    <w:rsid w:val="007E005C"/>
    <w:rsid w:val="007E6971"/>
    <w:rsid w:val="007F087F"/>
    <w:rsid w:val="007F4092"/>
    <w:rsid w:val="0080092C"/>
    <w:rsid w:val="0086571B"/>
    <w:rsid w:val="00872453"/>
    <w:rsid w:val="00897004"/>
    <w:rsid w:val="008E066A"/>
    <w:rsid w:val="008E7A45"/>
    <w:rsid w:val="008F13DD"/>
    <w:rsid w:val="008F4DC3"/>
    <w:rsid w:val="009028B1"/>
    <w:rsid w:val="00902AA4"/>
    <w:rsid w:val="00906239"/>
    <w:rsid w:val="00907D8D"/>
    <w:rsid w:val="0092770A"/>
    <w:rsid w:val="00955DBE"/>
    <w:rsid w:val="009C69B6"/>
    <w:rsid w:val="009F3B6C"/>
    <w:rsid w:val="009F5C36"/>
    <w:rsid w:val="00A12A18"/>
    <w:rsid w:val="00A27F12"/>
    <w:rsid w:val="00A30579"/>
    <w:rsid w:val="00A337D0"/>
    <w:rsid w:val="00A569A3"/>
    <w:rsid w:val="00A7015A"/>
    <w:rsid w:val="00AA2626"/>
    <w:rsid w:val="00AA76C0"/>
    <w:rsid w:val="00AC1F4D"/>
    <w:rsid w:val="00AC4141"/>
    <w:rsid w:val="00AC5FF4"/>
    <w:rsid w:val="00AC6B88"/>
    <w:rsid w:val="00AD3C44"/>
    <w:rsid w:val="00AF4618"/>
    <w:rsid w:val="00B077EC"/>
    <w:rsid w:val="00B15589"/>
    <w:rsid w:val="00B15B24"/>
    <w:rsid w:val="00B428DA"/>
    <w:rsid w:val="00B714F0"/>
    <w:rsid w:val="00B8247E"/>
    <w:rsid w:val="00BB130D"/>
    <w:rsid w:val="00BC0E97"/>
    <w:rsid w:val="00BC4ABE"/>
    <w:rsid w:val="00BD1850"/>
    <w:rsid w:val="00BE56DF"/>
    <w:rsid w:val="00BF3AC7"/>
    <w:rsid w:val="00C02838"/>
    <w:rsid w:val="00C17E88"/>
    <w:rsid w:val="00C265EE"/>
    <w:rsid w:val="00C32DC0"/>
    <w:rsid w:val="00C678EB"/>
    <w:rsid w:val="00C97BF9"/>
    <w:rsid w:val="00CA04AF"/>
    <w:rsid w:val="00CC2D1D"/>
    <w:rsid w:val="00CD0C20"/>
    <w:rsid w:val="00D01892"/>
    <w:rsid w:val="00D171F6"/>
    <w:rsid w:val="00D5217B"/>
    <w:rsid w:val="00D953EC"/>
    <w:rsid w:val="00DC67A9"/>
    <w:rsid w:val="00DF7521"/>
    <w:rsid w:val="00E37A5D"/>
    <w:rsid w:val="00E53C7F"/>
    <w:rsid w:val="00E729A7"/>
    <w:rsid w:val="00E93C9B"/>
    <w:rsid w:val="00EA6555"/>
    <w:rsid w:val="00EE3E47"/>
    <w:rsid w:val="00EE3F2F"/>
    <w:rsid w:val="00F06F83"/>
    <w:rsid w:val="00F32E15"/>
    <w:rsid w:val="00F73F78"/>
    <w:rsid w:val="00FA5842"/>
    <w:rsid w:val="00FA6769"/>
    <w:rsid w:val="00FC74C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25BF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uiPriority="22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7449E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1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3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B32919-DB2A-4DD2-B897-147856C80BE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9958C34A-73CD-4C64-813F-15EEB4794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DA62A-8C49-4BE3-BB81-C73A183E3F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167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19</cp:revision>
  <cp:lastPrinted>2006-10-19T11:49:00Z</cp:lastPrinted>
  <dcterms:created xsi:type="dcterms:W3CDTF">2025-04-27T18:38:00Z</dcterms:created>
  <dcterms:modified xsi:type="dcterms:W3CDTF">2025-07-26T13:34:00Z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